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70C" w:rsidRDefault="0025070C" w:rsidP="006625F4"/>
    <w:p w:rsidR="0025070C" w:rsidRDefault="0025070C" w:rsidP="006625F4"/>
    <w:p w:rsidR="0025070C" w:rsidRDefault="0025070C" w:rsidP="00492493">
      <w:pPr>
        <w:jc w:val="center"/>
      </w:pPr>
      <w:r>
        <w:t>ЗАКОН УЛЬЯНОВСКОЙ ОБЛАСТИ</w:t>
      </w:r>
    </w:p>
    <w:p w:rsidR="0025070C" w:rsidRPr="006625F4" w:rsidRDefault="0025070C" w:rsidP="006625F4">
      <w:pPr>
        <w:rPr>
          <w:sz w:val="40"/>
        </w:rPr>
      </w:pPr>
    </w:p>
    <w:p w:rsidR="0025070C" w:rsidRDefault="0025070C" w:rsidP="00DA62D0">
      <w:pPr>
        <w:rPr>
          <w:b/>
          <w:bCs/>
          <w:sz w:val="32"/>
          <w:szCs w:val="32"/>
        </w:rPr>
      </w:pPr>
    </w:p>
    <w:p w:rsidR="0025070C" w:rsidRPr="00275B87" w:rsidRDefault="0025070C" w:rsidP="00DA62D0">
      <w:pPr>
        <w:jc w:val="center"/>
        <w:rPr>
          <w:b/>
          <w:sz w:val="28"/>
          <w:szCs w:val="28"/>
        </w:rPr>
      </w:pPr>
      <w:r w:rsidRPr="00237DFD">
        <w:rPr>
          <w:b/>
          <w:sz w:val="28"/>
          <w:szCs w:val="28"/>
        </w:rPr>
        <w:t xml:space="preserve">О </w:t>
      </w:r>
      <w:r w:rsidRPr="00275B87">
        <w:rPr>
          <w:b/>
          <w:sz w:val="28"/>
          <w:szCs w:val="28"/>
        </w:rPr>
        <w:t xml:space="preserve">признании утратившим силу Закона Ульяновской области </w:t>
      </w:r>
    </w:p>
    <w:p w:rsidR="0025070C" w:rsidRPr="00275B87" w:rsidRDefault="0025070C" w:rsidP="00DA62D0">
      <w:pPr>
        <w:jc w:val="center"/>
        <w:rPr>
          <w:b/>
          <w:bCs/>
          <w:sz w:val="28"/>
          <w:szCs w:val="28"/>
        </w:rPr>
      </w:pPr>
      <w:r w:rsidRPr="00275B87">
        <w:rPr>
          <w:b/>
          <w:sz w:val="28"/>
          <w:szCs w:val="28"/>
        </w:rPr>
        <w:t>«</w:t>
      </w:r>
      <w:r w:rsidRPr="00275B87">
        <w:rPr>
          <w:b/>
          <w:bCs/>
          <w:sz w:val="28"/>
          <w:szCs w:val="28"/>
        </w:rPr>
        <w:t xml:space="preserve">О правовом регулировании отдельных вопросов, </w:t>
      </w:r>
    </w:p>
    <w:p w:rsidR="0025070C" w:rsidRPr="00275B87" w:rsidRDefault="0025070C" w:rsidP="00DA62D0">
      <w:pPr>
        <w:jc w:val="center"/>
        <w:rPr>
          <w:b/>
          <w:bCs/>
          <w:sz w:val="28"/>
          <w:szCs w:val="28"/>
        </w:rPr>
      </w:pPr>
      <w:r w:rsidRPr="00275B87">
        <w:rPr>
          <w:b/>
          <w:bCs/>
          <w:sz w:val="28"/>
          <w:szCs w:val="28"/>
        </w:rPr>
        <w:t xml:space="preserve">связанных с развитием государственно-частного партнёрства </w:t>
      </w:r>
    </w:p>
    <w:p w:rsidR="0025070C" w:rsidRDefault="0025070C" w:rsidP="00DA62D0">
      <w:pPr>
        <w:jc w:val="center"/>
        <w:rPr>
          <w:b/>
          <w:bCs/>
          <w:sz w:val="28"/>
          <w:szCs w:val="28"/>
        </w:rPr>
      </w:pPr>
      <w:r w:rsidRPr="00275B87">
        <w:rPr>
          <w:b/>
          <w:bCs/>
          <w:sz w:val="28"/>
          <w:szCs w:val="28"/>
        </w:rPr>
        <w:t>на территории Ульяновской области»</w:t>
      </w:r>
    </w:p>
    <w:p w:rsidR="0025070C" w:rsidRDefault="0025070C" w:rsidP="00DA62D0">
      <w:pPr>
        <w:jc w:val="center"/>
        <w:rPr>
          <w:b/>
          <w:bCs/>
          <w:sz w:val="28"/>
          <w:szCs w:val="28"/>
        </w:rPr>
      </w:pPr>
    </w:p>
    <w:p w:rsidR="0025070C" w:rsidRDefault="0025070C" w:rsidP="00DA62D0">
      <w:pPr>
        <w:jc w:val="center"/>
        <w:rPr>
          <w:b/>
          <w:bCs/>
          <w:sz w:val="28"/>
          <w:szCs w:val="28"/>
        </w:rPr>
      </w:pPr>
    </w:p>
    <w:p w:rsidR="0025070C" w:rsidRDefault="0025070C" w:rsidP="00DA62D0">
      <w:pPr>
        <w:jc w:val="center"/>
        <w:rPr>
          <w:b/>
          <w:bCs/>
          <w:sz w:val="28"/>
          <w:szCs w:val="28"/>
        </w:rPr>
      </w:pPr>
    </w:p>
    <w:p w:rsidR="0025070C" w:rsidRPr="00CD17B8" w:rsidRDefault="0025070C" w:rsidP="00DA62D0">
      <w:pPr>
        <w:jc w:val="center"/>
        <w:rPr>
          <w:bCs/>
        </w:rPr>
      </w:pPr>
      <w:r>
        <w:rPr>
          <w:bCs/>
        </w:rPr>
        <w:t>Принят Законодательным Собранием Ульяновской области 26 мая 2016 года</w:t>
      </w:r>
    </w:p>
    <w:p w:rsidR="0025070C" w:rsidRDefault="0025070C" w:rsidP="00DA62D0">
      <w:pPr>
        <w:jc w:val="center"/>
        <w:rPr>
          <w:b/>
          <w:bCs/>
          <w:sz w:val="28"/>
          <w:szCs w:val="28"/>
        </w:rPr>
      </w:pPr>
    </w:p>
    <w:p w:rsidR="0025070C" w:rsidRDefault="0025070C" w:rsidP="0031043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070C" w:rsidRDefault="0025070C" w:rsidP="006625F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5070C" w:rsidRPr="0031043C" w:rsidRDefault="0025070C" w:rsidP="006625F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5070C" w:rsidRPr="00275B87" w:rsidRDefault="0025070C" w:rsidP="00BD581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87">
        <w:rPr>
          <w:rFonts w:ascii="Times New Roman" w:hAnsi="Times New Roman" w:cs="Times New Roman"/>
          <w:sz w:val="28"/>
          <w:szCs w:val="28"/>
        </w:rPr>
        <w:t xml:space="preserve">Закон Ульяновской области от 29 декабря 2014 года № 216-ЗО </w:t>
      </w:r>
      <w:r w:rsidRPr="00275B87">
        <w:rPr>
          <w:rFonts w:ascii="Times New Roman" w:hAnsi="Times New Roman" w:cs="Times New Roman"/>
          <w:sz w:val="28"/>
          <w:szCs w:val="28"/>
        </w:rPr>
        <w:br/>
        <w:t>«О правовом регулировании отдельных вопросов, связанных с развитием государственно-частного партнёрства на территории Ульяновской области»  («Ульяновская правда» от 31.12.2014 № 196) признать утратившим силу.</w:t>
      </w:r>
    </w:p>
    <w:p w:rsidR="0025070C" w:rsidRPr="006625F4" w:rsidRDefault="0025070C" w:rsidP="00643A5D">
      <w:pPr>
        <w:ind w:firstLine="720"/>
        <w:jc w:val="both"/>
        <w:rPr>
          <w:sz w:val="16"/>
          <w:szCs w:val="28"/>
        </w:rPr>
      </w:pPr>
    </w:p>
    <w:p w:rsidR="0025070C" w:rsidRPr="00275B87" w:rsidRDefault="0025070C" w:rsidP="00643A5D">
      <w:pPr>
        <w:ind w:firstLine="720"/>
        <w:jc w:val="both"/>
        <w:rPr>
          <w:sz w:val="28"/>
          <w:szCs w:val="28"/>
        </w:rPr>
      </w:pPr>
    </w:p>
    <w:p w:rsidR="0025070C" w:rsidRDefault="0025070C" w:rsidP="00643A5D">
      <w:pPr>
        <w:ind w:firstLine="720"/>
        <w:jc w:val="both"/>
        <w:rPr>
          <w:sz w:val="28"/>
          <w:szCs w:val="28"/>
        </w:rPr>
      </w:pPr>
    </w:p>
    <w:p w:rsidR="0025070C" w:rsidRDefault="0025070C" w:rsidP="005C2BDF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Временно исполняющий обязанности</w:t>
      </w:r>
    </w:p>
    <w:p w:rsidR="0025070C" w:rsidRPr="00A46A0D" w:rsidRDefault="0025070C" w:rsidP="005C2BDF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5B87">
        <w:rPr>
          <w:rFonts w:ascii="Times New Roman" w:hAnsi="Times New Roman" w:cs="Times New Roman"/>
          <w:b/>
          <w:bCs/>
          <w:sz w:val="28"/>
          <w:szCs w:val="28"/>
        </w:rPr>
        <w:t>Губернатор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75B87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75B87">
        <w:rPr>
          <w:rFonts w:ascii="Times New Roman" w:hAnsi="Times New Roman" w:cs="Times New Roman"/>
          <w:b/>
          <w:bCs/>
          <w:sz w:val="28"/>
          <w:szCs w:val="28"/>
        </w:rPr>
        <w:t xml:space="preserve">              С.И.Морозов</w:t>
      </w:r>
    </w:p>
    <w:p w:rsidR="0025070C" w:rsidRDefault="0025070C" w:rsidP="001945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5070C" w:rsidRDefault="0025070C" w:rsidP="001945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5070C" w:rsidRDefault="0025070C" w:rsidP="001945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5070C" w:rsidRPr="00A46A0D" w:rsidRDefault="0025070C" w:rsidP="00755E60">
      <w:pPr>
        <w:pStyle w:val="ConsPlusNormal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6A0D">
        <w:rPr>
          <w:rFonts w:ascii="Times New Roman" w:hAnsi="Times New Roman" w:cs="Times New Roman"/>
          <w:sz w:val="28"/>
          <w:szCs w:val="28"/>
        </w:rPr>
        <w:t>г. Ульяновск</w:t>
      </w:r>
    </w:p>
    <w:p w:rsidR="0025070C" w:rsidRPr="00A46A0D" w:rsidRDefault="0025070C" w:rsidP="00755E60">
      <w:pPr>
        <w:pStyle w:val="ConsPlusNormal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мая</w:t>
      </w:r>
      <w:r w:rsidRPr="00A46A0D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A46A0D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A46A0D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A46A0D">
        <w:rPr>
          <w:rFonts w:ascii="Times New Roman" w:hAnsi="Times New Roman" w:cs="Times New Roman"/>
          <w:sz w:val="28"/>
          <w:szCs w:val="28"/>
        </w:rPr>
        <w:t>.</w:t>
      </w:r>
    </w:p>
    <w:p w:rsidR="0025070C" w:rsidRDefault="0025070C" w:rsidP="00755E60">
      <w:pPr>
        <w:pStyle w:val="ConsPlusNormal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73</w:t>
      </w:r>
      <w:r w:rsidRPr="00A46A0D">
        <w:rPr>
          <w:rFonts w:ascii="Times New Roman" w:hAnsi="Times New Roman" w:cs="Times New Roman"/>
          <w:sz w:val="28"/>
          <w:szCs w:val="28"/>
        </w:rPr>
        <w:t>-ЗО</w:t>
      </w:r>
    </w:p>
    <w:sectPr w:rsidR="0025070C" w:rsidSect="006625F4">
      <w:head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70C" w:rsidRDefault="0025070C">
      <w:r>
        <w:separator/>
      </w:r>
    </w:p>
  </w:endnote>
  <w:endnote w:type="continuationSeparator" w:id="0">
    <w:p w:rsidR="0025070C" w:rsidRDefault="00250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70C" w:rsidRDefault="0025070C">
      <w:r>
        <w:separator/>
      </w:r>
    </w:p>
  </w:footnote>
  <w:footnote w:type="continuationSeparator" w:id="0">
    <w:p w:rsidR="0025070C" w:rsidRDefault="002507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70C" w:rsidRPr="00755E60" w:rsidRDefault="0025070C" w:rsidP="00755E60">
    <w:pPr>
      <w:pStyle w:val="Header"/>
      <w:jc w:val="center"/>
      <w:rPr>
        <w:sz w:val="28"/>
        <w:szCs w:val="28"/>
      </w:rPr>
    </w:pPr>
    <w:r w:rsidRPr="00215538">
      <w:rPr>
        <w:rStyle w:val="PageNumber"/>
        <w:sz w:val="28"/>
        <w:szCs w:val="28"/>
      </w:rPr>
      <w:fldChar w:fldCharType="begin"/>
    </w:r>
    <w:r w:rsidRPr="00215538">
      <w:rPr>
        <w:rStyle w:val="PageNumber"/>
        <w:sz w:val="28"/>
        <w:szCs w:val="28"/>
      </w:rPr>
      <w:instrText xml:space="preserve">PAGE  </w:instrText>
    </w:r>
    <w:r w:rsidRPr="0021553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215538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DA82058"/>
    <w:multiLevelType w:val="hybridMultilevel"/>
    <w:tmpl w:val="F41458E2"/>
    <w:lvl w:ilvl="0" w:tplc="F17488FE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A495E8F"/>
    <w:multiLevelType w:val="hybridMultilevel"/>
    <w:tmpl w:val="8FCE5538"/>
    <w:lvl w:ilvl="0" w:tplc="302EDF3C">
      <w:start w:val="1"/>
      <w:numFmt w:val="decimal"/>
      <w:lvlText w:val="%1)"/>
      <w:lvlJc w:val="left"/>
      <w:pPr>
        <w:tabs>
          <w:tab w:val="num" w:pos="1944"/>
        </w:tabs>
        <w:ind w:left="1944" w:hanging="122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A7B68D1"/>
    <w:multiLevelType w:val="hybridMultilevel"/>
    <w:tmpl w:val="DA38480E"/>
    <w:lvl w:ilvl="0" w:tplc="2D662B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DCCD5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26738DE"/>
    <w:multiLevelType w:val="hybridMultilevel"/>
    <w:tmpl w:val="11C05A8A"/>
    <w:lvl w:ilvl="0" w:tplc="0F26A31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633"/>
    <w:rsid w:val="00002E5D"/>
    <w:rsid w:val="00005F6D"/>
    <w:rsid w:val="00006882"/>
    <w:rsid w:val="00011A0E"/>
    <w:rsid w:val="00015FA7"/>
    <w:rsid w:val="00020EB2"/>
    <w:rsid w:val="000228DB"/>
    <w:rsid w:val="00022A5A"/>
    <w:rsid w:val="00027138"/>
    <w:rsid w:val="00027AE6"/>
    <w:rsid w:val="00027CFF"/>
    <w:rsid w:val="0003048D"/>
    <w:rsid w:val="00033A7E"/>
    <w:rsid w:val="0003496B"/>
    <w:rsid w:val="00045B36"/>
    <w:rsid w:val="0004627E"/>
    <w:rsid w:val="000465F0"/>
    <w:rsid w:val="000477DA"/>
    <w:rsid w:val="00050635"/>
    <w:rsid w:val="0005202E"/>
    <w:rsid w:val="00055E17"/>
    <w:rsid w:val="0006598F"/>
    <w:rsid w:val="00066AE0"/>
    <w:rsid w:val="00067143"/>
    <w:rsid w:val="00072CD3"/>
    <w:rsid w:val="00073300"/>
    <w:rsid w:val="00073ACC"/>
    <w:rsid w:val="00076EA4"/>
    <w:rsid w:val="00080352"/>
    <w:rsid w:val="00080398"/>
    <w:rsid w:val="0008107D"/>
    <w:rsid w:val="00085F5B"/>
    <w:rsid w:val="000919BB"/>
    <w:rsid w:val="00091B88"/>
    <w:rsid w:val="000924AF"/>
    <w:rsid w:val="00096777"/>
    <w:rsid w:val="000969DF"/>
    <w:rsid w:val="00096DFF"/>
    <w:rsid w:val="000A2235"/>
    <w:rsid w:val="000A2C86"/>
    <w:rsid w:val="000A49C6"/>
    <w:rsid w:val="000A5DD7"/>
    <w:rsid w:val="000A7195"/>
    <w:rsid w:val="000B16DE"/>
    <w:rsid w:val="000B4D2F"/>
    <w:rsid w:val="000B70D7"/>
    <w:rsid w:val="000C2541"/>
    <w:rsid w:val="000C4884"/>
    <w:rsid w:val="000C4A5C"/>
    <w:rsid w:val="000C6360"/>
    <w:rsid w:val="000C637B"/>
    <w:rsid w:val="000C736B"/>
    <w:rsid w:val="000D251B"/>
    <w:rsid w:val="000D7280"/>
    <w:rsid w:val="000E488B"/>
    <w:rsid w:val="000E583E"/>
    <w:rsid w:val="000E5BDE"/>
    <w:rsid w:val="000F0D21"/>
    <w:rsid w:val="000F1148"/>
    <w:rsid w:val="000F1467"/>
    <w:rsid w:val="000F2A80"/>
    <w:rsid w:val="000F2E19"/>
    <w:rsid w:val="000F3104"/>
    <w:rsid w:val="000F3D1E"/>
    <w:rsid w:val="000F4508"/>
    <w:rsid w:val="000F4809"/>
    <w:rsid w:val="000F4AB3"/>
    <w:rsid w:val="0010087B"/>
    <w:rsid w:val="001024D8"/>
    <w:rsid w:val="0010690F"/>
    <w:rsid w:val="0010732B"/>
    <w:rsid w:val="00107790"/>
    <w:rsid w:val="00113AE6"/>
    <w:rsid w:val="00115036"/>
    <w:rsid w:val="00115B0F"/>
    <w:rsid w:val="001170F8"/>
    <w:rsid w:val="001175FC"/>
    <w:rsid w:val="0012178B"/>
    <w:rsid w:val="00121EA6"/>
    <w:rsid w:val="00122D15"/>
    <w:rsid w:val="00131902"/>
    <w:rsid w:val="001353FD"/>
    <w:rsid w:val="00135BA6"/>
    <w:rsid w:val="001361E2"/>
    <w:rsid w:val="001378C7"/>
    <w:rsid w:val="00141645"/>
    <w:rsid w:val="00142042"/>
    <w:rsid w:val="00143946"/>
    <w:rsid w:val="0014662F"/>
    <w:rsid w:val="00146C3A"/>
    <w:rsid w:val="00146FB1"/>
    <w:rsid w:val="001504C8"/>
    <w:rsid w:val="00150C34"/>
    <w:rsid w:val="00152FBA"/>
    <w:rsid w:val="00156830"/>
    <w:rsid w:val="00157DBC"/>
    <w:rsid w:val="00157E67"/>
    <w:rsid w:val="00157EF5"/>
    <w:rsid w:val="00161DDD"/>
    <w:rsid w:val="00166D1A"/>
    <w:rsid w:val="001710B2"/>
    <w:rsid w:val="001742C1"/>
    <w:rsid w:val="00174B48"/>
    <w:rsid w:val="00176274"/>
    <w:rsid w:val="00181C84"/>
    <w:rsid w:val="00181F67"/>
    <w:rsid w:val="00190B7A"/>
    <w:rsid w:val="00190BD3"/>
    <w:rsid w:val="0019128A"/>
    <w:rsid w:val="00194511"/>
    <w:rsid w:val="0019564F"/>
    <w:rsid w:val="001967E3"/>
    <w:rsid w:val="001A11DF"/>
    <w:rsid w:val="001A22CC"/>
    <w:rsid w:val="001A27E7"/>
    <w:rsid w:val="001A2C49"/>
    <w:rsid w:val="001A3C32"/>
    <w:rsid w:val="001A4EE5"/>
    <w:rsid w:val="001A5F6F"/>
    <w:rsid w:val="001B0880"/>
    <w:rsid w:val="001B1725"/>
    <w:rsid w:val="001B30C1"/>
    <w:rsid w:val="001B5623"/>
    <w:rsid w:val="001B64E0"/>
    <w:rsid w:val="001C0049"/>
    <w:rsid w:val="001C06FA"/>
    <w:rsid w:val="001C440F"/>
    <w:rsid w:val="001C6381"/>
    <w:rsid w:val="001D059D"/>
    <w:rsid w:val="001D14CD"/>
    <w:rsid w:val="001D3047"/>
    <w:rsid w:val="001D364A"/>
    <w:rsid w:val="001D3B2D"/>
    <w:rsid w:val="001D63BC"/>
    <w:rsid w:val="001E0BC6"/>
    <w:rsid w:val="001E14C8"/>
    <w:rsid w:val="001E33BD"/>
    <w:rsid w:val="001E7B8B"/>
    <w:rsid w:val="001F0726"/>
    <w:rsid w:val="001F1E8B"/>
    <w:rsid w:val="001F24FF"/>
    <w:rsid w:val="001F27CA"/>
    <w:rsid w:val="001F2C11"/>
    <w:rsid w:val="001F37D1"/>
    <w:rsid w:val="001F4358"/>
    <w:rsid w:val="002011FA"/>
    <w:rsid w:val="002015DF"/>
    <w:rsid w:val="00204C6E"/>
    <w:rsid w:val="0020527E"/>
    <w:rsid w:val="00205575"/>
    <w:rsid w:val="00205ADE"/>
    <w:rsid w:val="00207149"/>
    <w:rsid w:val="0021020B"/>
    <w:rsid w:val="00211857"/>
    <w:rsid w:val="0021218F"/>
    <w:rsid w:val="0021379D"/>
    <w:rsid w:val="002142CD"/>
    <w:rsid w:val="00214D01"/>
    <w:rsid w:val="00215538"/>
    <w:rsid w:val="002157D8"/>
    <w:rsid w:val="00216749"/>
    <w:rsid w:val="00217CED"/>
    <w:rsid w:val="00222255"/>
    <w:rsid w:val="00223C33"/>
    <w:rsid w:val="00225D15"/>
    <w:rsid w:val="0022607C"/>
    <w:rsid w:val="0022633E"/>
    <w:rsid w:val="00236865"/>
    <w:rsid w:val="0023777E"/>
    <w:rsid w:val="00237DFD"/>
    <w:rsid w:val="00242CC2"/>
    <w:rsid w:val="00243FDE"/>
    <w:rsid w:val="00245266"/>
    <w:rsid w:val="00245BD8"/>
    <w:rsid w:val="00245F9C"/>
    <w:rsid w:val="00246B21"/>
    <w:rsid w:val="00250360"/>
    <w:rsid w:val="0025070C"/>
    <w:rsid w:val="002508F9"/>
    <w:rsid w:val="00251525"/>
    <w:rsid w:val="00252771"/>
    <w:rsid w:val="00252DB0"/>
    <w:rsid w:val="00255693"/>
    <w:rsid w:val="00261C72"/>
    <w:rsid w:val="00262155"/>
    <w:rsid w:val="0026253E"/>
    <w:rsid w:val="00264FFA"/>
    <w:rsid w:val="002656DC"/>
    <w:rsid w:val="0026735A"/>
    <w:rsid w:val="002708F6"/>
    <w:rsid w:val="00271240"/>
    <w:rsid w:val="00271F01"/>
    <w:rsid w:val="00272626"/>
    <w:rsid w:val="00275B87"/>
    <w:rsid w:val="00280B5B"/>
    <w:rsid w:val="002830E7"/>
    <w:rsid w:val="00283CD2"/>
    <w:rsid w:val="00286227"/>
    <w:rsid w:val="00286996"/>
    <w:rsid w:val="00293CFC"/>
    <w:rsid w:val="002945A3"/>
    <w:rsid w:val="00295707"/>
    <w:rsid w:val="00296FCC"/>
    <w:rsid w:val="002A01D2"/>
    <w:rsid w:val="002A2875"/>
    <w:rsid w:val="002A4AEF"/>
    <w:rsid w:val="002A519C"/>
    <w:rsid w:val="002B15F2"/>
    <w:rsid w:val="002C0762"/>
    <w:rsid w:val="002C49BB"/>
    <w:rsid w:val="002C4C91"/>
    <w:rsid w:val="002D70E2"/>
    <w:rsid w:val="002E48A1"/>
    <w:rsid w:val="002E4EAF"/>
    <w:rsid w:val="002E56BC"/>
    <w:rsid w:val="002E5C95"/>
    <w:rsid w:val="002E662B"/>
    <w:rsid w:val="002E773A"/>
    <w:rsid w:val="002F19CB"/>
    <w:rsid w:val="002F6DA0"/>
    <w:rsid w:val="002F7778"/>
    <w:rsid w:val="00304284"/>
    <w:rsid w:val="003048BD"/>
    <w:rsid w:val="00305FBE"/>
    <w:rsid w:val="00306494"/>
    <w:rsid w:val="003072FD"/>
    <w:rsid w:val="003076B7"/>
    <w:rsid w:val="0031022E"/>
    <w:rsid w:val="0031032C"/>
    <w:rsid w:val="0031043C"/>
    <w:rsid w:val="00311185"/>
    <w:rsid w:val="00311E94"/>
    <w:rsid w:val="00317A6A"/>
    <w:rsid w:val="0033023A"/>
    <w:rsid w:val="00332658"/>
    <w:rsid w:val="003331D1"/>
    <w:rsid w:val="003423BD"/>
    <w:rsid w:val="00343336"/>
    <w:rsid w:val="003471DB"/>
    <w:rsid w:val="003472C6"/>
    <w:rsid w:val="00347B1A"/>
    <w:rsid w:val="00351BC6"/>
    <w:rsid w:val="00355A0C"/>
    <w:rsid w:val="00360236"/>
    <w:rsid w:val="003606BD"/>
    <w:rsid w:val="0036163E"/>
    <w:rsid w:val="00364478"/>
    <w:rsid w:val="00364BF5"/>
    <w:rsid w:val="003750F3"/>
    <w:rsid w:val="003835DA"/>
    <w:rsid w:val="00385C4A"/>
    <w:rsid w:val="00390F5E"/>
    <w:rsid w:val="00391ACD"/>
    <w:rsid w:val="00394E94"/>
    <w:rsid w:val="0039539B"/>
    <w:rsid w:val="00395D64"/>
    <w:rsid w:val="003A070C"/>
    <w:rsid w:val="003A2CF9"/>
    <w:rsid w:val="003A3385"/>
    <w:rsid w:val="003A66CC"/>
    <w:rsid w:val="003A67B4"/>
    <w:rsid w:val="003A6BF8"/>
    <w:rsid w:val="003A79CE"/>
    <w:rsid w:val="003A7BCE"/>
    <w:rsid w:val="003A7EBE"/>
    <w:rsid w:val="003B2159"/>
    <w:rsid w:val="003B2E25"/>
    <w:rsid w:val="003B6529"/>
    <w:rsid w:val="003C0F30"/>
    <w:rsid w:val="003C502B"/>
    <w:rsid w:val="003C527F"/>
    <w:rsid w:val="003C6443"/>
    <w:rsid w:val="003C73D2"/>
    <w:rsid w:val="003D24C7"/>
    <w:rsid w:val="003D26BC"/>
    <w:rsid w:val="003D3B68"/>
    <w:rsid w:val="003D5645"/>
    <w:rsid w:val="003D6A1D"/>
    <w:rsid w:val="003E0BA4"/>
    <w:rsid w:val="003E3F50"/>
    <w:rsid w:val="003E5528"/>
    <w:rsid w:val="003E60A5"/>
    <w:rsid w:val="003F0A6D"/>
    <w:rsid w:val="003F4D3D"/>
    <w:rsid w:val="00400BAE"/>
    <w:rsid w:val="00400CD3"/>
    <w:rsid w:val="00401024"/>
    <w:rsid w:val="004028F1"/>
    <w:rsid w:val="00406C8B"/>
    <w:rsid w:val="00406CB8"/>
    <w:rsid w:val="00407FB9"/>
    <w:rsid w:val="004138CB"/>
    <w:rsid w:val="00413EC1"/>
    <w:rsid w:val="00417190"/>
    <w:rsid w:val="0041779C"/>
    <w:rsid w:val="00425DAA"/>
    <w:rsid w:val="0042730E"/>
    <w:rsid w:val="00427F93"/>
    <w:rsid w:val="00430E06"/>
    <w:rsid w:val="00432DCE"/>
    <w:rsid w:val="00436D8B"/>
    <w:rsid w:val="004432DC"/>
    <w:rsid w:val="0045007B"/>
    <w:rsid w:val="004544A4"/>
    <w:rsid w:val="004553D8"/>
    <w:rsid w:val="00460D12"/>
    <w:rsid w:val="0046212A"/>
    <w:rsid w:val="00466D27"/>
    <w:rsid w:val="004676EC"/>
    <w:rsid w:val="004747AA"/>
    <w:rsid w:val="00476602"/>
    <w:rsid w:val="0048187B"/>
    <w:rsid w:val="00481E48"/>
    <w:rsid w:val="00482C6B"/>
    <w:rsid w:val="00486AF5"/>
    <w:rsid w:val="00492493"/>
    <w:rsid w:val="00492C2E"/>
    <w:rsid w:val="004963A0"/>
    <w:rsid w:val="004A11A2"/>
    <w:rsid w:val="004A2F03"/>
    <w:rsid w:val="004A3127"/>
    <w:rsid w:val="004B406F"/>
    <w:rsid w:val="004B6661"/>
    <w:rsid w:val="004B7558"/>
    <w:rsid w:val="004C09B9"/>
    <w:rsid w:val="004C3657"/>
    <w:rsid w:val="004C4F08"/>
    <w:rsid w:val="004D2690"/>
    <w:rsid w:val="004D51AE"/>
    <w:rsid w:val="004D64A8"/>
    <w:rsid w:val="004E3C1B"/>
    <w:rsid w:val="004E5136"/>
    <w:rsid w:val="004E5767"/>
    <w:rsid w:val="004F415F"/>
    <w:rsid w:val="004F44E4"/>
    <w:rsid w:val="004F5A58"/>
    <w:rsid w:val="005004FA"/>
    <w:rsid w:val="0050422C"/>
    <w:rsid w:val="00505EC3"/>
    <w:rsid w:val="005060EF"/>
    <w:rsid w:val="00506815"/>
    <w:rsid w:val="0051049C"/>
    <w:rsid w:val="005120B4"/>
    <w:rsid w:val="00512D29"/>
    <w:rsid w:val="00514F8B"/>
    <w:rsid w:val="00516760"/>
    <w:rsid w:val="00517A0F"/>
    <w:rsid w:val="005200BC"/>
    <w:rsid w:val="005212EC"/>
    <w:rsid w:val="005302E2"/>
    <w:rsid w:val="00530513"/>
    <w:rsid w:val="00530D34"/>
    <w:rsid w:val="00541414"/>
    <w:rsid w:val="00543D45"/>
    <w:rsid w:val="00555152"/>
    <w:rsid w:val="005566A7"/>
    <w:rsid w:val="0055732F"/>
    <w:rsid w:val="00557962"/>
    <w:rsid w:val="00557CC8"/>
    <w:rsid w:val="00557DE3"/>
    <w:rsid w:val="00562908"/>
    <w:rsid w:val="00562E91"/>
    <w:rsid w:val="005631F2"/>
    <w:rsid w:val="00564911"/>
    <w:rsid w:val="005664D9"/>
    <w:rsid w:val="00570B6A"/>
    <w:rsid w:val="00573023"/>
    <w:rsid w:val="0057382C"/>
    <w:rsid w:val="00576A39"/>
    <w:rsid w:val="00583F74"/>
    <w:rsid w:val="00585946"/>
    <w:rsid w:val="0058755B"/>
    <w:rsid w:val="00594E8F"/>
    <w:rsid w:val="005964BC"/>
    <w:rsid w:val="005A0CEE"/>
    <w:rsid w:val="005A257B"/>
    <w:rsid w:val="005A351A"/>
    <w:rsid w:val="005A3FB0"/>
    <w:rsid w:val="005A5845"/>
    <w:rsid w:val="005A5B96"/>
    <w:rsid w:val="005A5BDA"/>
    <w:rsid w:val="005A5D5C"/>
    <w:rsid w:val="005A7A8C"/>
    <w:rsid w:val="005B5732"/>
    <w:rsid w:val="005B7877"/>
    <w:rsid w:val="005C07F3"/>
    <w:rsid w:val="005C1C86"/>
    <w:rsid w:val="005C2BDF"/>
    <w:rsid w:val="005C5633"/>
    <w:rsid w:val="005C737E"/>
    <w:rsid w:val="005C7F4F"/>
    <w:rsid w:val="005D0B91"/>
    <w:rsid w:val="005D3323"/>
    <w:rsid w:val="005D3DF2"/>
    <w:rsid w:val="005D4ABA"/>
    <w:rsid w:val="005D61E5"/>
    <w:rsid w:val="005D6BE6"/>
    <w:rsid w:val="005E0442"/>
    <w:rsid w:val="005E14F1"/>
    <w:rsid w:val="005E4CDB"/>
    <w:rsid w:val="005E64B2"/>
    <w:rsid w:val="005E7201"/>
    <w:rsid w:val="005F1707"/>
    <w:rsid w:val="005F25D0"/>
    <w:rsid w:val="006030EF"/>
    <w:rsid w:val="006039F6"/>
    <w:rsid w:val="00606806"/>
    <w:rsid w:val="00606E9D"/>
    <w:rsid w:val="0061085F"/>
    <w:rsid w:val="0061606F"/>
    <w:rsid w:val="0062173F"/>
    <w:rsid w:val="0062245F"/>
    <w:rsid w:val="006237B0"/>
    <w:rsid w:val="00624EC9"/>
    <w:rsid w:val="006264A5"/>
    <w:rsid w:val="00626C54"/>
    <w:rsid w:val="006339CA"/>
    <w:rsid w:val="00643A5D"/>
    <w:rsid w:val="00643C42"/>
    <w:rsid w:val="00644293"/>
    <w:rsid w:val="00646EBE"/>
    <w:rsid w:val="00650A24"/>
    <w:rsid w:val="00654964"/>
    <w:rsid w:val="00656A39"/>
    <w:rsid w:val="0066170E"/>
    <w:rsid w:val="006625F4"/>
    <w:rsid w:val="00663240"/>
    <w:rsid w:val="0066427D"/>
    <w:rsid w:val="006661F3"/>
    <w:rsid w:val="006675D3"/>
    <w:rsid w:val="006679A8"/>
    <w:rsid w:val="00670A4D"/>
    <w:rsid w:val="006725F9"/>
    <w:rsid w:val="00673F18"/>
    <w:rsid w:val="006740A2"/>
    <w:rsid w:val="00676C49"/>
    <w:rsid w:val="0067752E"/>
    <w:rsid w:val="006806AE"/>
    <w:rsid w:val="0068367C"/>
    <w:rsid w:val="00683FF0"/>
    <w:rsid w:val="00687C1C"/>
    <w:rsid w:val="00690EB8"/>
    <w:rsid w:val="006940F5"/>
    <w:rsid w:val="00694939"/>
    <w:rsid w:val="00696D0D"/>
    <w:rsid w:val="006A70DD"/>
    <w:rsid w:val="006A7602"/>
    <w:rsid w:val="006B106A"/>
    <w:rsid w:val="006B290C"/>
    <w:rsid w:val="006B5912"/>
    <w:rsid w:val="006B5E31"/>
    <w:rsid w:val="006C0414"/>
    <w:rsid w:val="006C1EE4"/>
    <w:rsid w:val="006C6FA9"/>
    <w:rsid w:val="006C7780"/>
    <w:rsid w:val="006D2B82"/>
    <w:rsid w:val="006D3E7E"/>
    <w:rsid w:val="006D4202"/>
    <w:rsid w:val="006D48DB"/>
    <w:rsid w:val="006E2A9E"/>
    <w:rsid w:val="006E54FF"/>
    <w:rsid w:val="006E58DF"/>
    <w:rsid w:val="006E68C4"/>
    <w:rsid w:val="006E7560"/>
    <w:rsid w:val="006F02CB"/>
    <w:rsid w:val="006F4F79"/>
    <w:rsid w:val="006F502B"/>
    <w:rsid w:val="006F5E7E"/>
    <w:rsid w:val="00701162"/>
    <w:rsid w:val="00703EFB"/>
    <w:rsid w:val="007040D5"/>
    <w:rsid w:val="00704E6D"/>
    <w:rsid w:val="007055EB"/>
    <w:rsid w:val="00711477"/>
    <w:rsid w:val="00712E54"/>
    <w:rsid w:val="00714459"/>
    <w:rsid w:val="00714ED9"/>
    <w:rsid w:val="00715536"/>
    <w:rsid w:val="00717CB4"/>
    <w:rsid w:val="00720164"/>
    <w:rsid w:val="007223C3"/>
    <w:rsid w:val="00722DD7"/>
    <w:rsid w:val="007238E8"/>
    <w:rsid w:val="007245DB"/>
    <w:rsid w:val="007248A0"/>
    <w:rsid w:val="007249A8"/>
    <w:rsid w:val="0072672E"/>
    <w:rsid w:val="00726C75"/>
    <w:rsid w:val="007375EB"/>
    <w:rsid w:val="00741B2A"/>
    <w:rsid w:val="00743C1C"/>
    <w:rsid w:val="00745EC6"/>
    <w:rsid w:val="00745F21"/>
    <w:rsid w:val="00747147"/>
    <w:rsid w:val="00750194"/>
    <w:rsid w:val="007503FA"/>
    <w:rsid w:val="00750789"/>
    <w:rsid w:val="007511CC"/>
    <w:rsid w:val="007533AA"/>
    <w:rsid w:val="007543CB"/>
    <w:rsid w:val="00755E60"/>
    <w:rsid w:val="00761851"/>
    <w:rsid w:val="007644EF"/>
    <w:rsid w:val="007657F8"/>
    <w:rsid w:val="007669B1"/>
    <w:rsid w:val="00767BCB"/>
    <w:rsid w:val="00770BDF"/>
    <w:rsid w:val="007754A9"/>
    <w:rsid w:val="007756EE"/>
    <w:rsid w:val="00776178"/>
    <w:rsid w:val="0077686C"/>
    <w:rsid w:val="00776CEC"/>
    <w:rsid w:val="00777E75"/>
    <w:rsid w:val="00780E11"/>
    <w:rsid w:val="0078277B"/>
    <w:rsid w:val="00784BAF"/>
    <w:rsid w:val="00785F09"/>
    <w:rsid w:val="00786298"/>
    <w:rsid w:val="007878A8"/>
    <w:rsid w:val="007904AC"/>
    <w:rsid w:val="00791F5B"/>
    <w:rsid w:val="00794028"/>
    <w:rsid w:val="007A0921"/>
    <w:rsid w:val="007A1ED5"/>
    <w:rsid w:val="007A2FFD"/>
    <w:rsid w:val="007A6F80"/>
    <w:rsid w:val="007A79A8"/>
    <w:rsid w:val="007B0738"/>
    <w:rsid w:val="007B2940"/>
    <w:rsid w:val="007B553F"/>
    <w:rsid w:val="007B74FA"/>
    <w:rsid w:val="007B7DFD"/>
    <w:rsid w:val="007C062A"/>
    <w:rsid w:val="007C28A0"/>
    <w:rsid w:val="007C45DA"/>
    <w:rsid w:val="007C6349"/>
    <w:rsid w:val="007D25D5"/>
    <w:rsid w:val="007D5829"/>
    <w:rsid w:val="007D6305"/>
    <w:rsid w:val="007D6F59"/>
    <w:rsid w:val="007E083D"/>
    <w:rsid w:val="007E33BA"/>
    <w:rsid w:val="007E471A"/>
    <w:rsid w:val="007F0A81"/>
    <w:rsid w:val="007F1358"/>
    <w:rsid w:val="007F15B6"/>
    <w:rsid w:val="007F729B"/>
    <w:rsid w:val="008069A7"/>
    <w:rsid w:val="00806A09"/>
    <w:rsid w:val="00807B21"/>
    <w:rsid w:val="00811DB1"/>
    <w:rsid w:val="00811F8F"/>
    <w:rsid w:val="00816AFC"/>
    <w:rsid w:val="00816D34"/>
    <w:rsid w:val="00820C04"/>
    <w:rsid w:val="00821A31"/>
    <w:rsid w:val="00821BC6"/>
    <w:rsid w:val="00822AEF"/>
    <w:rsid w:val="00825977"/>
    <w:rsid w:val="008314E6"/>
    <w:rsid w:val="00835FF2"/>
    <w:rsid w:val="008420D5"/>
    <w:rsid w:val="00843077"/>
    <w:rsid w:val="00843817"/>
    <w:rsid w:val="008469D2"/>
    <w:rsid w:val="008509F4"/>
    <w:rsid w:val="00852849"/>
    <w:rsid w:val="00854F91"/>
    <w:rsid w:val="0085574D"/>
    <w:rsid w:val="008568C4"/>
    <w:rsid w:val="0085788B"/>
    <w:rsid w:val="00861B4B"/>
    <w:rsid w:val="0086279F"/>
    <w:rsid w:val="00870A35"/>
    <w:rsid w:val="00870B0E"/>
    <w:rsid w:val="0087138E"/>
    <w:rsid w:val="0087200E"/>
    <w:rsid w:val="0087514F"/>
    <w:rsid w:val="00875A39"/>
    <w:rsid w:val="00880388"/>
    <w:rsid w:val="00885F6B"/>
    <w:rsid w:val="00890AA8"/>
    <w:rsid w:val="00893B83"/>
    <w:rsid w:val="008A1F53"/>
    <w:rsid w:val="008A309A"/>
    <w:rsid w:val="008A33C7"/>
    <w:rsid w:val="008A3C34"/>
    <w:rsid w:val="008B296D"/>
    <w:rsid w:val="008B3B86"/>
    <w:rsid w:val="008B695E"/>
    <w:rsid w:val="008B760D"/>
    <w:rsid w:val="008C215A"/>
    <w:rsid w:val="008C62B8"/>
    <w:rsid w:val="008C72AF"/>
    <w:rsid w:val="008C7C0C"/>
    <w:rsid w:val="008E1628"/>
    <w:rsid w:val="008E3812"/>
    <w:rsid w:val="008E669D"/>
    <w:rsid w:val="008F5ADA"/>
    <w:rsid w:val="008F5FBE"/>
    <w:rsid w:val="0090440D"/>
    <w:rsid w:val="00905B14"/>
    <w:rsid w:val="00907F06"/>
    <w:rsid w:val="0092175B"/>
    <w:rsid w:val="0092322C"/>
    <w:rsid w:val="009233FE"/>
    <w:rsid w:val="00924B06"/>
    <w:rsid w:val="009315C5"/>
    <w:rsid w:val="00932DF7"/>
    <w:rsid w:val="00937036"/>
    <w:rsid w:val="0094661F"/>
    <w:rsid w:val="009472B7"/>
    <w:rsid w:val="0095043C"/>
    <w:rsid w:val="00950B1E"/>
    <w:rsid w:val="009512B0"/>
    <w:rsid w:val="0095405F"/>
    <w:rsid w:val="00954592"/>
    <w:rsid w:val="00956B89"/>
    <w:rsid w:val="00957ACE"/>
    <w:rsid w:val="00957DD3"/>
    <w:rsid w:val="00962407"/>
    <w:rsid w:val="009665B4"/>
    <w:rsid w:val="00970B18"/>
    <w:rsid w:val="0097712B"/>
    <w:rsid w:val="00980921"/>
    <w:rsid w:val="009843DC"/>
    <w:rsid w:val="009864AF"/>
    <w:rsid w:val="009876ED"/>
    <w:rsid w:val="009A2CA1"/>
    <w:rsid w:val="009A2FF9"/>
    <w:rsid w:val="009A5705"/>
    <w:rsid w:val="009B203E"/>
    <w:rsid w:val="009B20C5"/>
    <w:rsid w:val="009B272E"/>
    <w:rsid w:val="009B348C"/>
    <w:rsid w:val="009B5D8B"/>
    <w:rsid w:val="009B5F5D"/>
    <w:rsid w:val="009D113D"/>
    <w:rsid w:val="009D2A1D"/>
    <w:rsid w:val="009D2EFF"/>
    <w:rsid w:val="009D3055"/>
    <w:rsid w:val="009D43EA"/>
    <w:rsid w:val="009D4637"/>
    <w:rsid w:val="009D4661"/>
    <w:rsid w:val="009D5DCE"/>
    <w:rsid w:val="009D7DF6"/>
    <w:rsid w:val="009D7EB0"/>
    <w:rsid w:val="009E1A3A"/>
    <w:rsid w:val="009E1C3E"/>
    <w:rsid w:val="009E738F"/>
    <w:rsid w:val="009F14D3"/>
    <w:rsid w:val="009F45AE"/>
    <w:rsid w:val="009F5945"/>
    <w:rsid w:val="009F6C2C"/>
    <w:rsid w:val="00A0015A"/>
    <w:rsid w:val="00A00B53"/>
    <w:rsid w:val="00A03416"/>
    <w:rsid w:val="00A041BC"/>
    <w:rsid w:val="00A05902"/>
    <w:rsid w:val="00A066C5"/>
    <w:rsid w:val="00A149FD"/>
    <w:rsid w:val="00A14FDA"/>
    <w:rsid w:val="00A15A52"/>
    <w:rsid w:val="00A172C7"/>
    <w:rsid w:val="00A232DE"/>
    <w:rsid w:val="00A254DB"/>
    <w:rsid w:val="00A30962"/>
    <w:rsid w:val="00A32247"/>
    <w:rsid w:val="00A32509"/>
    <w:rsid w:val="00A343F1"/>
    <w:rsid w:val="00A37425"/>
    <w:rsid w:val="00A37B0D"/>
    <w:rsid w:val="00A37C9B"/>
    <w:rsid w:val="00A411E8"/>
    <w:rsid w:val="00A42886"/>
    <w:rsid w:val="00A462DD"/>
    <w:rsid w:val="00A46A0D"/>
    <w:rsid w:val="00A470AF"/>
    <w:rsid w:val="00A47988"/>
    <w:rsid w:val="00A51CF3"/>
    <w:rsid w:val="00A51ECD"/>
    <w:rsid w:val="00A52EBD"/>
    <w:rsid w:val="00A55502"/>
    <w:rsid w:val="00A55E32"/>
    <w:rsid w:val="00A621EF"/>
    <w:rsid w:val="00A6510C"/>
    <w:rsid w:val="00A6594B"/>
    <w:rsid w:val="00A66EB2"/>
    <w:rsid w:val="00A70422"/>
    <w:rsid w:val="00A706CE"/>
    <w:rsid w:val="00A713C1"/>
    <w:rsid w:val="00A71BA9"/>
    <w:rsid w:val="00A728E1"/>
    <w:rsid w:val="00A73A24"/>
    <w:rsid w:val="00A8372B"/>
    <w:rsid w:val="00A83C18"/>
    <w:rsid w:val="00A86E70"/>
    <w:rsid w:val="00A87A01"/>
    <w:rsid w:val="00A94611"/>
    <w:rsid w:val="00A96F1F"/>
    <w:rsid w:val="00AA0F45"/>
    <w:rsid w:val="00AA0F66"/>
    <w:rsid w:val="00AA2D41"/>
    <w:rsid w:val="00AA3511"/>
    <w:rsid w:val="00AA4556"/>
    <w:rsid w:val="00AA53F7"/>
    <w:rsid w:val="00AA6DE4"/>
    <w:rsid w:val="00AB18C2"/>
    <w:rsid w:val="00AB1C1D"/>
    <w:rsid w:val="00AB336C"/>
    <w:rsid w:val="00AB4828"/>
    <w:rsid w:val="00AB513A"/>
    <w:rsid w:val="00AB7D62"/>
    <w:rsid w:val="00AC0F86"/>
    <w:rsid w:val="00AC1144"/>
    <w:rsid w:val="00AC1784"/>
    <w:rsid w:val="00AC240A"/>
    <w:rsid w:val="00AC3895"/>
    <w:rsid w:val="00AC5988"/>
    <w:rsid w:val="00AC6096"/>
    <w:rsid w:val="00AC6E0C"/>
    <w:rsid w:val="00AC7A24"/>
    <w:rsid w:val="00AD3686"/>
    <w:rsid w:val="00AD3B31"/>
    <w:rsid w:val="00AD75DA"/>
    <w:rsid w:val="00AD79BB"/>
    <w:rsid w:val="00AD7E88"/>
    <w:rsid w:val="00AE3984"/>
    <w:rsid w:val="00AE4915"/>
    <w:rsid w:val="00AE749B"/>
    <w:rsid w:val="00AE7BD6"/>
    <w:rsid w:val="00AF037C"/>
    <w:rsid w:val="00B0168C"/>
    <w:rsid w:val="00B05E9D"/>
    <w:rsid w:val="00B06735"/>
    <w:rsid w:val="00B12FEA"/>
    <w:rsid w:val="00B15C8E"/>
    <w:rsid w:val="00B22698"/>
    <w:rsid w:val="00B23EA6"/>
    <w:rsid w:val="00B24758"/>
    <w:rsid w:val="00B24A45"/>
    <w:rsid w:val="00B26540"/>
    <w:rsid w:val="00B26604"/>
    <w:rsid w:val="00B26636"/>
    <w:rsid w:val="00B27D25"/>
    <w:rsid w:val="00B326C5"/>
    <w:rsid w:val="00B33AA5"/>
    <w:rsid w:val="00B35599"/>
    <w:rsid w:val="00B3658D"/>
    <w:rsid w:val="00B37DDC"/>
    <w:rsid w:val="00B42D6F"/>
    <w:rsid w:val="00B43F11"/>
    <w:rsid w:val="00B44AB1"/>
    <w:rsid w:val="00B44F10"/>
    <w:rsid w:val="00B47081"/>
    <w:rsid w:val="00B50668"/>
    <w:rsid w:val="00B51C9B"/>
    <w:rsid w:val="00B51EFF"/>
    <w:rsid w:val="00B53E0A"/>
    <w:rsid w:val="00B54521"/>
    <w:rsid w:val="00B55097"/>
    <w:rsid w:val="00B6502A"/>
    <w:rsid w:val="00B70747"/>
    <w:rsid w:val="00B7234E"/>
    <w:rsid w:val="00B81C18"/>
    <w:rsid w:val="00B86AA1"/>
    <w:rsid w:val="00B86DF1"/>
    <w:rsid w:val="00B87FB1"/>
    <w:rsid w:val="00B9106C"/>
    <w:rsid w:val="00B91571"/>
    <w:rsid w:val="00B918A3"/>
    <w:rsid w:val="00B92B77"/>
    <w:rsid w:val="00B968EA"/>
    <w:rsid w:val="00BA43F2"/>
    <w:rsid w:val="00BB0395"/>
    <w:rsid w:val="00BB18C2"/>
    <w:rsid w:val="00BB2803"/>
    <w:rsid w:val="00BB6815"/>
    <w:rsid w:val="00BC6BA0"/>
    <w:rsid w:val="00BC7AEA"/>
    <w:rsid w:val="00BD3753"/>
    <w:rsid w:val="00BD581E"/>
    <w:rsid w:val="00BD58DB"/>
    <w:rsid w:val="00BD5F9C"/>
    <w:rsid w:val="00BE000F"/>
    <w:rsid w:val="00BE0B87"/>
    <w:rsid w:val="00BE0C37"/>
    <w:rsid w:val="00BE1E2D"/>
    <w:rsid w:val="00BE27A1"/>
    <w:rsid w:val="00BE4E56"/>
    <w:rsid w:val="00BF1555"/>
    <w:rsid w:val="00BF19CE"/>
    <w:rsid w:val="00BF1B42"/>
    <w:rsid w:val="00BF2C75"/>
    <w:rsid w:val="00C00705"/>
    <w:rsid w:val="00C079FD"/>
    <w:rsid w:val="00C111B4"/>
    <w:rsid w:val="00C17664"/>
    <w:rsid w:val="00C208BC"/>
    <w:rsid w:val="00C23AEA"/>
    <w:rsid w:val="00C24091"/>
    <w:rsid w:val="00C253D4"/>
    <w:rsid w:val="00C26296"/>
    <w:rsid w:val="00C271CC"/>
    <w:rsid w:val="00C303A4"/>
    <w:rsid w:val="00C363BA"/>
    <w:rsid w:val="00C40D41"/>
    <w:rsid w:val="00C41AC5"/>
    <w:rsid w:val="00C42446"/>
    <w:rsid w:val="00C44087"/>
    <w:rsid w:val="00C50A61"/>
    <w:rsid w:val="00C51111"/>
    <w:rsid w:val="00C52E65"/>
    <w:rsid w:val="00C53DBB"/>
    <w:rsid w:val="00C61160"/>
    <w:rsid w:val="00C6772F"/>
    <w:rsid w:val="00C701D6"/>
    <w:rsid w:val="00C73678"/>
    <w:rsid w:val="00C76744"/>
    <w:rsid w:val="00C77C9D"/>
    <w:rsid w:val="00C8394A"/>
    <w:rsid w:val="00C869B9"/>
    <w:rsid w:val="00C90A3E"/>
    <w:rsid w:val="00C92772"/>
    <w:rsid w:val="00C92E59"/>
    <w:rsid w:val="00C9459B"/>
    <w:rsid w:val="00C962F8"/>
    <w:rsid w:val="00CA1873"/>
    <w:rsid w:val="00CA238E"/>
    <w:rsid w:val="00CA39C4"/>
    <w:rsid w:val="00CA5740"/>
    <w:rsid w:val="00CB0D05"/>
    <w:rsid w:val="00CB2938"/>
    <w:rsid w:val="00CB32DE"/>
    <w:rsid w:val="00CB552E"/>
    <w:rsid w:val="00CB5CFA"/>
    <w:rsid w:val="00CB6ADC"/>
    <w:rsid w:val="00CC0D46"/>
    <w:rsid w:val="00CC1782"/>
    <w:rsid w:val="00CC334D"/>
    <w:rsid w:val="00CC4E01"/>
    <w:rsid w:val="00CC62E4"/>
    <w:rsid w:val="00CD17B8"/>
    <w:rsid w:val="00CD30B2"/>
    <w:rsid w:val="00CD52E6"/>
    <w:rsid w:val="00CE272A"/>
    <w:rsid w:val="00CE523F"/>
    <w:rsid w:val="00CF2A82"/>
    <w:rsid w:val="00CF70A5"/>
    <w:rsid w:val="00D03F21"/>
    <w:rsid w:val="00D06B31"/>
    <w:rsid w:val="00D07132"/>
    <w:rsid w:val="00D12D7C"/>
    <w:rsid w:val="00D13F62"/>
    <w:rsid w:val="00D166B2"/>
    <w:rsid w:val="00D22767"/>
    <w:rsid w:val="00D23BDA"/>
    <w:rsid w:val="00D26B87"/>
    <w:rsid w:val="00D271AB"/>
    <w:rsid w:val="00D272B5"/>
    <w:rsid w:val="00D305C1"/>
    <w:rsid w:val="00D404BF"/>
    <w:rsid w:val="00D40B70"/>
    <w:rsid w:val="00D420A3"/>
    <w:rsid w:val="00D42795"/>
    <w:rsid w:val="00D42D60"/>
    <w:rsid w:val="00D50D71"/>
    <w:rsid w:val="00D51C65"/>
    <w:rsid w:val="00D5209F"/>
    <w:rsid w:val="00D52360"/>
    <w:rsid w:val="00D5297F"/>
    <w:rsid w:val="00D53951"/>
    <w:rsid w:val="00D54AE6"/>
    <w:rsid w:val="00D66E5E"/>
    <w:rsid w:val="00D7130E"/>
    <w:rsid w:val="00D75AD9"/>
    <w:rsid w:val="00D81A15"/>
    <w:rsid w:val="00D86E02"/>
    <w:rsid w:val="00D945BB"/>
    <w:rsid w:val="00D9772C"/>
    <w:rsid w:val="00D97889"/>
    <w:rsid w:val="00DA0BD8"/>
    <w:rsid w:val="00DA0E70"/>
    <w:rsid w:val="00DA1843"/>
    <w:rsid w:val="00DA2FBC"/>
    <w:rsid w:val="00DA37EB"/>
    <w:rsid w:val="00DA4F6A"/>
    <w:rsid w:val="00DA62D0"/>
    <w:rsid w:val="00DB060A"/>
    <w:rsid w:val="00DB2522"/>
    <w:rsid w:val="00DB666C"/>
    <w:rsid w:val="00DB7244"/>
    <w:rsid w:val="00DC1B1A"/>
    <w:rsid w:val="00DC30AC"/>
    <w:rsid w:val="00DC5C0A"/>
    <w:rsid w:val="00DC6094"/>
    <w:rsid w:val="00DC7554"/>
    <w:rsid w:val="00DC78F8"/>
    <w:rsid w:val="00DD3624"/>
    <w:rsid w:val="00DD3703"/>
    <w:rsid w:val="00DD6729"/>
    <w:rsid w:val="00DD76E8"/>
    <w:rsid w:val="00DD7ED4"/>
    <w:rsid w:val="00DE025A"/>
    <w:rsid w:val="00DE1473"/>
    <w:rsid w:val="00DE228B"/>
    <w:rsid w:val="00DE4441"/>
    <w:rsid w:val="00DE546F"/>
    <w:rsid w:val="00DE5646"/>
    <w:rsid w:val="00DE614D"/>
    <w:rsid w:val="00DF2C24"/>
    <w:rsid w:val="00DF54A0"/>
    <w:rsid w:val="00DF6414"/>
    <w:rsid w:val="00E02604"/>
    <w:rsid w:val="00E028A0"/>
    <w:rsid w:val="00E02F75"/>
    <w:rsid w:val="00E062D8"/>
    <w:rsid w:val="00E078A7"/>
    <w:rsid w:val="00E13428"/>
    <w:rsid w:val="00E14603"/>
    <w:rsid w:val="00E15819"/>
    <w:rsid w:val="00E270A6"/>
    <w:rsid w:val="00E3024F"/>
    <w:rsid w:val="00E30295"/>
    <w:rsid w:val="00E339A5"/>
    <w:rsid w:val="00E33A6F"/>
    <w:rsid w:val="00E42BC5"/>
    <w:rsid w:val="00E42D41"/>
    <w:rsid w:val="00E432DD"/>
    <w:rsid w:val="00E43A15"/>
    <w:rsid w:val="00E43EB3"/>
    <w:rsid w:val="00E442BB"/>
    <w:rsid w:val="00E44A05"/>
    <w:rsid w:val="00E46368"/>
    <w:rsid w:val="00E55E06"/>
    <w:rsid w:val="00E578A0"/>
    <w:rsid w:val="00E60B31"/>
    <w:rsid w:val="00E60EE5"/>
    <w:rsid w:val="00E61715"/>
    <w:rsid w:val="00E632A4"/>
    <w:rsid w:val="00E642D8"/>
    <w:rsid w:val="00E647FA"/>
    <w:rsid w:val="00E6531D"/>
    <w:rsid w:val="00E663FE"/>
    <w:rsid w:val="00E67EB6"/>
    <w:rsid w:val="00E7072C"/>
    <w:rsid w:val="00E717EB"/>
    <w:rsid w:val="00E76AC8"/>
    <w:rsid w:val="00E81AEC"/>
    <w:rsid w:val="00E82FC7"/>
    <w:rsid w:val="00E83D3A"/>
    <w:rsid w:val="00E85E9B"/>
    <w:rsid w:val="00E92F04"/>
    <w:rsid w:val="00E93083"/>
    <w:rsid w:val="00E959A9"/>
    <w:rsid w:val="00EA1482"/>
    <w:rsid w:val="00EA23C5"/>
    <w:rsid w:val="00EA2622"/>
    <w:rsid w:val="00EA3440"/>
    <w:rsid w:val="00EA58BC"/>
    <w:rsid w:val="00EB081D"/>
    <w:rsid w:val="00EB3626"/>
    <w:rsid w:val="00EB40BF"/>
    <w:rsid w:val="00EB416E"/>
    <w:rsid w:val="00EC4147"/>
    <w:rsid w:val="00EC4306"/>
    <w:rsid w:val="00EC4386"/>
    <w:rsid w:val="00EC7C9F"/>
    <w:rsid w:val="00ED409D"/>
    <w:rsid w:val="00ED540C"/>
    <w:rsid w:val="00ED6FDA"/>
    <w:rsid w:val="00EE4E0A"/>
    <w:rsid w:val="00EF139D"/>
    <w:rsid w:val="00EF2CB2"/>
    <w:rsid w:val="00EF3A4B"/>
    <w:rsid w:val="00EF4AB7"/>
    <w:rsid w:val="00EF54C8"/>
    <w:rsid w:val="00EF77B2"/>
    <w:rsid w:val="00F0090A"/>
    <w:rsid w:val="00F05BBA"/>
    <w:rsid w:val="00F12311"/>
    <w:rsid w:val="00F1550C"/>
    <w:rsid w:val="00F1593F"/>
    <w:rsid w:val="00F21548"/>
    <w:rsid w:val="00F245E3"/>
    <w:rsid w:val="00F254B5"/>
    <w:rsid w:val="00F26CAD"/>
    <w:rsid w:val="00F27F9C"/>
    <w:rsid w:val="00F31E3E"/>
    <w:rsid w:val="00F31FD6"/>
    <w:rsid w:val="00F4017E"/>
    <w:rsid w:val="00F43CFC"/>
    <w:rsid w:val="00F56350"/>
    <w:rsid w:val="00F56E6E"/>
    <w:rsid w:val="00F60ACE"/>
    <w:rsid w:val="00F62F9A"/>
    <w:rsid w:val="00F67C4B"/>
    <w:rsid w:val="00F67EDC"/>
    <w:rsid w:val="00F755FA"/>
    <w:rsid w:val="00F76336"/>
    <w:rsid w:val="00F77A41"/>
    <w:rsid w:val="00F852F8"/>
    <w:rsid w:val="00F8693E"/>
    <w:rsid w:val="00F937C6"/>
    <w:rsid w:val="00F9388B"/>
    <w:rsid w:val="00F93C92"/>
    <w:rsid w:val="00F96427"/>
    <w:rsid w:val="00F9754F"/>
    <w:rsid w:val="00FA226D"/>
    <w:rsid w:val="00FA28B4"/>
    <w:rsid w:val="00FA3705"/>
    <w:rsid w:val="00FA56D3"/>
    <w:rsid w:val="00FB3777"/>
    <w:rsid w:val="00FB5508"/>
    <w:rsid w:val="00FC1F5E"/>
    <w:rsid w:val="00FC35C9"/>
    <w:rsid w:val="00FC4858"/>
    <w:rsid w:val="00FC4A34"/>
    <w:rsid w:val="00FC69D4"/>
    <w:rsid w:val="00FD123D"/>
    <w:rsid w:val="00FD2B89"/>
    <w:rsid w:val="00FD596D"/>
    <w:rsid w:val="00FD5E8F"/>
    <w:rsid w:val="00FD78CE"/>
    <w:rsid w:val="00FD7F52"/>
    <w:rsid w:val="00FE16EF"/>
    <w:rsid w:val="00FE34F7"/>
    <w:rsid w:val="00FE449D"/>
    <w:rsid w:val="00FE4982"/>
    <w:rsid w:val="00FE6ED2"/>
    <w:rsid w:val="00FE7F15"/>
    <w:rsid w:val="00FF0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2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A33C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55E60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D6FD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B86DF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A0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3C7"/>
    <w:rPr>
      <w:rFonts w:cs="Times New Roman"/>
      <w:sz w:val="2"/>
      <w:szCs w:val="2"/>
    </w:rPr>
  </w:style>
  <w:style w:type="paragraph" w:customStyle="1" w:styleId="ConsPlusTitle">
    <w:name w:val="ConsPlusTitle"/>
    <w:uiPriority w:val="99"/>
    <w:rsid w:val="00811F8F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111</Words>
  <Characters>634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gorenkov</dc:creator>
  <cp:keywords/>
  <dc:description/>
  <cp:lastModifiedBy>Пользователь</cp:lastModifiedBy>
  <cp:revision>2</cp:revision>
  <cp:lastPrinted>2016-05-18T06:53:00Z</cp:lastPrinted>
  <dcterms:created xsi:type="dcterms:W3CDTF">2016-06-06T07:16:00Z</dcterms:created>
  <dcterms:modified xsi:type="dcterms:W3CDTF">2016-06-06T07:16:00Z</dcterms:modified>
</cp:coreProperties>
</file>